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F24E14" w14:textId="77777777" w:rsidR="008C328F" w:rsidRPr="008C328F" w:rsidRDefault="008C328F" w:rsidP="008C328F">
      <w:pPr>
        <w:rPr>
          <w:lang w:val="et-EE"/>
        </w:rPr>
      </w:pPr>
    </w:p>
    <w:tbl>
      <w:tblPr>
        <w:tblW w:w="944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37"/>
        <w:gridCol w:w="4906"/>
      </w:tblGrid>
      <w:tr w:rsidR="00976C1B" w:rsidRPr="00976C1B" w14:paraId="504E8F61" w14:textId="77777777" w:rsidTr="0094458A">
        <w:trPr>
          <w:cantSplit/>
          <w:trHeight w:val="292"/>
        </w:trPr>
        <w:tc>
          <w:tcPr>
            <w:tcW w:w="4537" w:type="dxa"/>
          </w:tcPr>
          <w:p w14:paraId="7842CA2D" w14:textId="7EC4F0B8" w:rsidR="00976C1B" w:rsidRPr="00976C1B" w:rsidRDefault="001C6C9B" w:rsidP="00976C1B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Transpordiamet</w:t>
            </w:r>
          </w:p>
          <w:p w14:paraId="35532246" w14:textId="6EF65D19" w:rsidR="00976C1B" w:rsidRPr="00976C1B" w:rsidRDefault="001C6C9B" w:rsidP="00976C1B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Valge tn</w:t>
            </w:r>
          </w:p>
          <w:p w14:paraId="5156B012" w14:textId="490F5315" w:rsidR="00976C1B" w:rsidRPr="00976C1B" w:rsidRDefault="00976C1B" w:rsidP="00976C1B">
            <w:pPr>
              <w:rPr>
                <w:sz w:val="20"/>
                <w:szCs w:val="20"/>
                <w:lang w:val="et-EE"/>
              </w:rPr>
            </w:pPr>
            <w:r w:rsidRPr="00976C1B">
              <w:rPr>
                <w:sz w:val="20"/>
                <w:szCs w:val="20"/>
                <w:lang w:val="et-EE"/>
              </w:rPr>
              <w:t xml:space="preserve">Tallinn </w:t>
            </w:r>
            <w:r w:rsidR="00BE2E0E">
              <w:rPr>
                <w:sz w:val="20"/>
                <w:szCs w:val="20"/>
                <w:lang w:val="et-EE"/>
              </w:rPr>
              <w:t>11413</w:t>
            </w:r>
          </w:p>
        </w:tc>
        <w:tc>
          <w:tcPr>
            <w:tcW w:w="4906" w:type="dxa"/>
          </w:tcPr>
          <w:p w14:paraId="05AD77D0" w14:textId="77777777" w:rsidR="00976C1B" w:rsidRPr="00976C1B" w:rsidRDefault="00976C1B" w:rsidP="00976C1B">
            <w:pPr>
              <w:rPr>
                <w:sz w:val="20"/>
                <w:szCs w:val="20"/>
                <w:lang w:val="et-EE"/>
              </w:rPr>
            </w:pPr>
          </w:p>
          <w:p w14:paraId="6ADA0ECC" w14:textId="77777777" w:rsidR="00976C1B" w:rsidRPr="00976C1B" w:rsidRDefault="00976C1B" w:rsidP="00976C1B">
            <w:pPr>
              <w:rPr>
                <w:sz w:val="20"/>
                <w:szCs w:val="20"/>
                <w:lang w:val="et-EE"/>
              </w:rPr>
            </w:pPr>
          </w:p>
          <w:p w14:paraId="4A7696B4" w14:textId="061FCE7C" w:rsidR="00976C1B" w:rsidRPr="00976C1B" w:rsidRDefault="00636F39" w:rsidP="00976C1B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   </w:t>
            </w:r>
            <w:r w:rsidR="00976C1B" w:rsidRPr="00976C1B">
              <w:rPr>
                <w:sz w:val="20"/>
                <w:szCs w:val="20"/>
                <w:lang w:val="et-EE"/>
              </w:rPr>
              <w:t>kuupäev digitaalallkirjas</w:t>
            </w:r>
          </w:p>
          <w:p w14:paraId="42805520" w14:textId="77777777" w:rsidR="00976C1B" w:rsidRPr="00976C1B" w:rsidRDefault="00976C1B" w:rsidP="00976C1B">
            <w:pPr>
              <w:rPr>
                <w:sz w:val="20"/>
                <w:szCs w:val="20"/>
                <w:lang w:val="et-EE"/>
              </w:rPr>
            </w:pPr>
          </w:p>
        </w:tc>
      </w:tr>
      <w:tr w:rsidR="00976C1B" w:rsidRPr="00976C1B" w14:paraId="2438EF0B" w14:textId="77777777" w:rsidTr="0094458A">
        <w:trPr>
          <w:cantSplit/>
          <w:trHeight w:val="292"/>
        </w:trPr>
        <w:tc>
          <w:tcPr>
            <w:tcW w:w="4537" w:type="dxa"/>
          </w:tcPr>
          <w:p w14:paraId="70DF6583" w14:textId="77777777" w:rsidR="00976C1B" w:rsidRPr="00976C1B" w:rsidRDefault="00976C1B" w:rsidP="00976C1B">
            <w:pPr>
              <w:rPr>
                <w:sz w:val="20"/>
                <w:szCs w:val="20"/>
                <w:lang w:val="et-EE"/>
              </w:rPr>
            </w:pPr>
          </w:p>
          <w:p w14:paraId="4546344C" w14:textId="77777777" w:rsidR="00976C1B" w:rsidRPr="00976C1B" w:rsidRDefault="00976C1B" w:rsidP="00976C1B">
            <w:pPr>
              <w:rPr>
                <w:sz w:val="20"/>
                <w:szCs w:val="20"/>
                <w:lang w:val="et-EE"/>
              </w:rPr>
            </w:pPr>
          </w:p>
          <w:p w14:paraId="31511C0E" w14:textId="77777777" w:rsidR="00976C1B" w:rsidRPr="00976C1B" w:rsidRDefault="00976C1B" w:rsidP="00976C1B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4906" w:type="dxa"/>
          </w:tcPr>
          <w:p w14:paraId="0FAE13C4" w14:textId="77777777" w:rsidR="00976C1B" w:rsidRPr="00976C1B" w:rsidRDefault="00976C1B" w:rsidP="00976C1B">
            <w:pPr>
              <w:rPr>
                <w:sz w:val="20"/>
                <w:szCs w:val="20"/>
                <w:lang w:val="et-EE"/>
              </w:rPr>
            </w:pPr>
          </w:p>
        </w:tc>
      </w:tr>
    </w:tbl>
    <w:p w14:paraId="77621AE2" w14:textId="77777777" w:rsidR="00976C1B" w:rsidRDefault="00976C1B" w:rsidP="00976C1B">
      <w:pPr>
        <w:rPr>
          <w:sz w:val="20"/>
          <w:szCs w:val="20"/>
        </w:rPr>
      </w:pPr>
    </w:p>
    <w:p w14:paraId="7DCA6369" w14:textId="77777777" w:rsidR="00976C1B" w:rsidRDefault="00976C1B" w:rsidP="00976C1B">
      <w:pPr>
        <w:rPr>
          <w:sz w:val="20"/>
          <w:szCs w:val="20"/>
        </w:rPr>
      </w:pPr>
    </w:p>
    <w:p w14:paraId="37372C3F" w14:textId="7CF07696" w:rsidR="00976C1B" w:rsidRPr="00976C1B" w:rsidRDefault="001D3392" w:rsidP="00976C1B">
      <w:pPr>
        <w:rPr>
          <w:sz w:val="20"/>
          <w:szCs w:val="20"/>
        </w:rPr>
      </w:pPr>
      <w:r>
        <w:rPr>
          <w:sz w:val="20"/>
          <w:szCs w:val="20"/>
        </w:rPr>
        <w:t>Kooskõlastamiseks</w:t>
      </w:r>
    </w:p>
    <w:p w14:paraId="5AA95004" w14:textId="77777777" w:rsidR="00976C1B" w:rsidRPr="00976C1B" w:rsidRDefault="00976C1B" w:rsidP="00976C1B">
      <w:pPr>
        <w:rPr>
          <w:sz w:val="20"/>
          <w:szCs w:val="20"/>
        </w:rPr>
      </w:pPr>
    </w:p>
    <w:p w14:paraId="2C6F8F35" w14:textId="77777777" w:rsidR="00976C1B" w:rsidRPr="00976C1B" w:rsidRDefault="00976C1B" w:rsidP="00976C1B">
      <w:pPr>
        <w:rPr>
          <w:sz w:val="20"/>
          <w:szCs w:val="20"/>
        </w:rPr>
      </w:pPr>
    </w:p>
    <w:p w14:paraId="4ED5B15B" w14:textId="699CCA68" w:rsidR="00976C1B" w:rsidRPr="00976C1B" w:rsidRDefault="00B91041" w:rsidP="002D0A30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Palun üle vaadata ja kooskõlastada Lääne-Virumaal, Rakvere vallas, Tõrma külas </w:t>
      </w:r>
      <w:r w:rsidR="00DB4B48">
        <w:rPr>
          <w:sz w:val="20"/>
          <w:szCs w:val="20"/>
        </w:rPr>
        <w:t xml:space="preserve">tänavavalgustuse </w:t>
      </w:r>
      <w:r w:rsidR="00757175">
        <w:rPr>
          <w:sz w:val="20"/>
          <w:szCs w:val="20"/>
        </w:rPr>
        <w:t>maakaabli</w:t>
      </w:r>
      <w:r w:rsidR="00DB4B48">
        <w:rPr>
          <w:sz w:val="20"/>
          <w:szCs w:val="20"/>
        </w:rPr>
        <w:t xml:space="preserve"> </w:t>
      </w:r>
      <w:r w:rsidR="005B3DEE">
        <w:rPr>
          <w:sz w:val="20"/>
          <w:szCs w:val="20"/>
        </w:rPr>
        <w:t xml:space="preserve">ning õhukaabli </w:t>
      </w:r>
      <w:r w:rsidR="00DB4B48">
        <w:rPr>
          <w:sz w:val="20"/>
          <w:szCs w:val="20"/>
        </w:rPr>
        <w:t>paigaldamine</w:t>
      </w:r>
      <w:r w:rsidR="00CD08D1">
        <w:rPr>
          <w:sz w:val="20"/>
          <w:szCs w:val="20"/>
        </w:rPr>
        <w:t xml:space="preserve"> asendiplaanil näidatud asukohas</w:t>
      </w:r>
      <w:r w:rsidR="00757175">
        <w:rPr>
          <w:sz w:val="20"/>
          <w:szCs w:val="20"/>
        </w:rPr>
        <w:t xml:space="preserve"> </w:t>
      </w:r>
      <w:r w:rsidR="00ED71AA">
        <w:rPr>
          <w:sz w:val="20"/>
          <w:szCs w:val="20"/>
        </w:rPr>
        <w:t xml:space="preserve">tee nr </w:t>
      </w:r>
      <w:r w:rsidR="002D0A30" w:rsidRPr="002D0A30">
        <w:rPr>
          <w:sz w:val="20"/>
          <w:szCs w:val="20"/>
        </w:rPr>
        <w:t>22 Rakvere-Väike-maarja-Vägeva tee</w:t>
      </w:r>
      <w:r w:rsidR="002D0A30">
        <w:rPr>
          <w:sz w:val="20"/>
          <w:szCs w:val="20"/>
        </w:rPr>
        <w:t xml:space="preserve"> kilomeetritel </w:t>
      </w:r>
      <w:r w:rsidR="00D77A49">
        <w:rPr>
          <w:sz w:val="20"/>
          <w:szCs w:val="20"/>
        </w:rPr>
        <w:t>4,6</w:t>
      </w:r>
      <w:r w:rsidR="00453148">
        <w:rPr>
          <w:sz w:val="20"/>
          <w:szCs w:val="20"/>
        </w:rPr>
        <w:t>8</w:t>
      </w:r>
      <w:r w:rsidR="00D77A49">
        <w:rPr>
          <w:sz w:val="20"/>
          <w:szCs w:val="20"/>
        </w:rPr>
        <w:t>-4,7</w:t>
      </w:r>
      <w:r w:rsidR="00135374">
        <w:rPr>
          <w:sz w:val="20"/>
          <w:szCs w:val="20"/>
        </w:rPr>
        <w:t>1</w:t>
      </w:r>
      <w:r w:rsidR="00D77A49">
        <w:rPr>
          <w:sz w:val="20"/>
          <w:szCs w:val="20"/>
        </w:rPr>
        <w:t>km.</w:t>
      </w:r>
    </w:p>
    <w:p w14:paraId="7701C65F" w14:textId="77777777" w:rsidR="00976C1B" w:rsidRPr="00976C1B" w:rsidRDefault="00976C1B" w:rsidP="00976C1B">
      <w:pPr>
        <w:rPr>
          <w:sz w:val="20"/>
          <w:szCs w:val="20"/>
        </w:rPr>
      </w:pPr>
    </w:p>
    <w:p w14:paraId="1A24344F" w14:textId="77777777" w:rsidR="00976C1B" w:rsidRPr="00976C1B" w:rsidRDefault="00976C1B" w:rsidP="00976C1B">
      <w:pPr>
        <w:rPr>
          <w:sz w:val="20"/>
          <w:szCs w:val="20"/>
        </w:rPr>
      </w:pPr>
    </w:p>
    <w:p w14:paraId="79F76FAC" w14:textId="77777777" w:rsidR="00976C1B" w:rsidRPr="00976C1B" w:rsidRDefault="00976C1B" w:rsidP="00976C1B">
      <w:pPr>
        <w:rPr>
          <w:sz w:val="20"/>
          <w:szCs w:val="20"/>
        </w:rPr>
      </w:pPr>
    </w:p>
    <w:p w14:paraId="2484036F" w14:textId="77777777" w:rsidR="00976C1B" w:rsidRPr="00976C1B" w:rsidRDefault="00976C1B" w:rsidP="00976C1B">
      <w:pPr>
        <w:rPr>
          <w:sz w:val="20"/>
          <w:szCs w:val="20"/>
        </w:rPr>
      </w:pPr>
      <w:r w:rsidRPr="00976C1B">
        <w:rPr>
          <w:sz w:val="20"/>
          <w:szCs w:val="20"/>
        </w:rPr>
        <w:t>Lugupidamisega</w:t>
      </w:r>
    </w:p>
    <w:p w14:paraId="77848D2A" w14:textId="77777777" w:rsidR="00976C1B" w:rsidRDefault="00976C1B" w:rsidP="00976C1B">
      <w:pPr>
        <w:rPr>
          <w:sz w:val="20"/>
          <w:szCs w:val="20"/>
          <w:lang w:val="et-EE"/>
        </w:rPr>
      </w:pPr>
    </w:p>
    <w:p w14:paraId="1754B3A3" w14:textId="329D1A78" w:rsidR="004F2D4A" w:rsidRPr="00976C1B" w:rsidRDefault="004F2D4A" w:rsidP="00976C1B">
      <w:pPr>
        <w:rPr>
          <w:sz w:val="20"/>
          <w:szCs w:val="20"/>
          <w:lang w:val="et-EE"/>
        </w:rPr>
      </w:pPr>
      <w:r>
        <w:rPr>
          <w:sz w:val="20"/>
          <w:szCs w:val="20"/>
          <w:lang w:val="et-EE"/>
        </w:rPr>
        <w:t>(allkirjastatud digitaalselt)</w:t>
      </w:r>
    </w:p>
    <w:p w14:paraId="33288E47" w14:textId="69605B67" w:rsidR="00976C1B" w:rsidRPr="00976C1B" w:rsidRDefault="00977310" w:rsidP="00976C1B">
      <w:pPr>
        <w:rPr>
          <w:sz w:val="20"/>
          <w:szCs w:val="20"/>
          <w:lang w:val="et-EE"/>
        </w:rPr>
      </w:pPr>
      <w:r>
        <w:rPr>
          <w:sz w:val="20"/>
          <w:szCs w:val="20"/>
          <w:lang w:val="et-EE"/>
        </w:rPr>
        <w:t>Ülla Rajamäe</w:t>
      </w:r>
    </w:p>
    <w:p w14:paraId="59AA19F9" w14:textId="0BB51393" w:rsidR="008C328F" w:rsidRPr="00976C1B" w:rsidRDefault="00977310" w:rsidP="008C328F">
      <w:pPr>
        <w:rPr>
          <w:sz w:val="20"/>
          <w:szCs w:val="20"/>
          <w:lang w:val="et-EE"/>
        </w:rPr>
      </w:pPr>
      <w:proofErr w:type="spellStart"/>
      <w:r>
        <w:rPr>
          <w:sz w:val="20"/>
          <w:szCs w:val="20"/>
          <w:lang w:val="et-EE"/>
        </w:rPr>
        <w:t>Lepna</w:t>
      </w:r>
      <w:proofErr w:type="spellEnd"/>
      <w:r>
        <w:rPr>
          <w:sz w:val="20"/>
          <w:szCs w:val="20"/>
          <w:lang w:val="et-EE"/>
        </w:rPr>
        <w:t xml:space="preserve"> Elekter OÜ juhataja</w:t>
      </w:r>
    </w:p>
    <w:sectPr w:rsidR="008C328F" w:rsidRPr="00976C1B" w:rsidSect="00840780">
      <w:footerReference w:type="first" r:id="rId10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B0DBE0" w14:textId="77777777" w:rsidR="00B10F4D" w:rsidRDefault="00B10F4D">
      <w:r>
        <w:separator/>
      </w:r>
    </w:p>
  </w:endnote>
  <w:endnote w:type="continuationSeparator" w:id="0">
    <w:p w14:paraId="7AD9F98F" w14:textId="77777777" w:rsidR="00B10F4D" w:rsidRDefault="00B10F4D">
      <w:r>
        <w:continuationSeparator/>
      </w:r>
    </w:p>
  </w:endnote>
  <w:endnote w:type="continuationNotice" w:id="1">
    <w:p w14:paraId="3A16359C" w14:textId="77777777" w:rsidR="00B10F4D" w:rsidRDefault="00B10F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BF9E9C6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2483" w:type="dxa"/>
          <w:vAlign w:val="bottom"/>
        </w:tcPr>
        <w:p w14:paraId="3ADFBF5B" w14:textId="118A26A9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3B8A612E" w14:textId="3A4A246F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2483" w:type="dxa"/>
        </w:tcPr>
        <w:p w14:paraId="2641135B" w14:textId="7057E465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E34315" w14:textId="77777777" w:rsidR="00B10F4D" w:rsidRDefault="00B10F4D">
      <w:r>
        <w:separator/>
      </w:r>
    </w:p>
  </w:footnote>
  <w:footnote w:type="continuationSeparator" w:id="0">
    <w:p w14:paraId="0A63F79D" w14:textId="77777777" w:rsidR="00B10F4D" w:rsidRDefault="00B10F4D">
      <w:r>
        <w:continuationSeparator/>
      </w:r>
    </w:p>
  </w:footnote>
  <w:footnote w:type="continuationNotice" w:id="1">
    <w:p w14:paraId="14C94AC4" w14:textId="77777777" w:rsidR="00B10F4D" w:rsidRDefault="00B10F4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0"/>
  </w:num>
  <w:num w:numId="2" w16cid:durableId="1258368716">
    <w:abstractNumId w:val="20"/>
  </w:num>
  <w:num w:numId="3" w16cid:durableId="788352473">
    <w:abstractNumId w:val="20"/>
  </w:num>
  <w:num w:numId="4" w16cid:durableId="1889415763">
    <w:abstractNumId w:val="20"/>
  </w:num>
  <w:num w:numId="5" w16cid:durableId="1675573490">
    <w:abstractNumId w:val="20"/>
  </w:num>
  <w:num w:numId="6" w16cid:durableId="149973555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2"/>
  </w:num>
  <w:num w:numId="11" w16cid:durableId="641273700">
    <w:abstractNumId w:val="0"/>
    <w:lvlOverride w:ilvl="0">
      <w:startOverride w:val="1"/>
    </w:lvlOverride>
  </w:num>
  <w:num w:numId="12" w16cid:durableId="1126778867">
    <w:abstractNumId w:val="19"/>
  </w:num>
  <w:num w:numId="13" w16cid:durableId="843782601">
    <w:abstractNumId w:val="14"/>
  </w:num>
  <w:num w:numId="14" w16cid:durableId="295646453">
    <w:abstractNumId w:val="15"/>
    <w:lvlOverride w:ilvl="0">
      <w:startOverride w:val="1"/>
    </w:lvlOverride>
  </w:num>
  <w:num w:numId="15" w16cid:durableId="1561089471">
    <w:abstractNumId w:val="26"/>
    <w:lvlOverride w:ilvl="0">
      <w:startOverride w:val="1"/>
    </w:lvlOverride>
  </w:num>
  <w:num w:numId="16" w16cid:durableId="811865858">
    <w:abstractNumId w:val="23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6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1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5"/>
  </w:num>
  <w:num w:numId="28" w16cid:durableId="212893119">
    <w:abstractNumId w:val="13"/>
  </w:num>
  <w:num w:numId="29" w16cid:durableId="1654873713">
    <w:abstractNumId w:val="18"/>
  </w:num>
  <w:num w:numId="30" w16cid:durableId="1629121418">
    <w:abstractNumId w:val="17"/>
  </w:num>
  <w:num w:numId="31" w16cid:durableId="133768687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804DB"/>
    <w:rsid w:val="00082BDA"/>
    <w:rsid w:val="000A5936"/>
    <w:rsid w:val="000B417F"/>
    <w:rsid w:val="000B4850"/>
    <w:rsid w:val="000B57BA"/>
    <w:rsid w:val="000C753F"/>
    <w:rsid w:val="000F3E27"/>
    <w:rsid w:val="00103444"/>
    <w:rsid w:val="001173DD"/>
    <w:rsid w:val="00132311"/>
    <w:rsid w:val="00135374"/>
    <w:rsid w:val="0013733D"/>
    <w:rsid w:val="001429C7"/>
    <w:rsid w:val="00146F8F"/>
    <w:rsid w:val="0015714A"/>
    <w:rsid w:val="00162108"/>
    <w:rsid w:val="0019253D"/>
    <w:rsid w:val="00194EE7"/>
    <w:rsid w:val="001B46D4"/>
    <w:rsid w:val="001C6C9B"/>
    <w:rsid w:val="001D3392"/>
    <w:rsid w:val="001E0921"/>
    <w:rsid w:val="001E09C8"/>
    <w:rsid w:val="001F0B2F"/>
    <w:rsid w:val="002002F0"/>
    <w:rsid w:val="0021186E"/>
    <w:rsid w:val="00215382"/>
    <w:rsid w:val="00225172"/>
    <w:rsid w:val="002401E8"/>
    <w:rsid w:val="0024234A"/>
    <w:rsid w:val="00242DDB"/>
    <w:rsid w:val="00243779"/>
    <w:rsid w:val="002446ED"/>
    <w:rsid w:val="002641F5"/>
    <w:rsid w:val="002726A3"/>
    <w:rsid w:val="002732AA"/>
    <w:rsid w:val="002A1036"/>
    <w:rsid w:val="002D0A30"/>
    <w:rsid w:val="002D4D27"/>
    <w:rsid w:val="002D6251"/>
    <w:rsid w:val="002E0EF7"/>
    <w:rsid w:val="002F07BC"/>
    <w:rsid w:val="003073D3"/>
    <w:rsid w:val="003127FB"/>
    <w:rsid w:val="0033388C"/>
    <w:rsid w:val="00335CBC"/>
    <w:rsid w:val="003467AE"/>
    <w:rsid w:val="003551E2"/>
    <w:rsid w:val="00357C22"/>
    <w:rsid w:val="00365F2B"/>
    <w:rsid w:val="00381AE8"/>
    <w:rsid w:val="00382D66"/>
    <w:rsid w:val="003A0ECE"/>
    <w:rsid w:val="003A5916"/>
    <w:rsid w:val="003B6F35"/>
    <w:rsid w:val="003E2822"/>
    <w:rsid w:val="003F5996"/>
    <w:rsid w:val="00424522"/>
    <w:rsid w:val="00453148"/>
    <w:rsid w:val="0045746C"/>
    <w:rsid w:val="00470107"/>
    <w:rsid w:val="00491AD7"/>
    <w:rsid w:val="004C5E3E"/>
    <w:rsid w:val="004D1D70"/>
    <w:rsid w:val="004E3A45"/>
    <w:rsid w:val="004E5DD5"/>
    <w:rsid w:val="004F2D4A"/>
    <w:rsid w:val="00501870"/>
    <w:rsid w:val="0050379B"/>
    <w:rsid w:val="00532D2F"/>
    <w:rsid w:val="00532E8A"/>
    <w:rsid w:val="005563FE"/>
    <w:rsid w:val="00581E38"/>
    <w:rsid w:val="00582590"/>
    <w:rsid w:val="00582921"/>
    <w:rsid w:val="00585B08"/>
    <w:rsid w:val="005A217D"/>
    <w:rsid w:val="005A273C"/>
    <w:rsid w:val="005A710F"/>
    <w:rsid w:val="005B1C18"/>
    <w:rsid w:val="005B3DEE"/>
    <w:rsid w:val="005C24D9"/>
    <w:rsid w:val="005E3618"/>
    <w:rsid w:val="005E4130"/>
    <w:rsid w:val="005F6952"/>
    <w:rsid w:val="00605B27"/>
    <w:rsid w:val="00615EB0"/>
    <w:rsid w:val="00625192"/>
    <w:rsid w:val="0062642C"/>
    <w:rsid w:val="00627953"/>
    <w:rsid w:val="00636F39"/>
    <w:rsid w:val="00643BDB"/>
    <w:rsid w:val="006466E4"/>
    <w:rsid w:val="00657B6F"/>
    <w:rsid w:val="006736DE"/>
    <w:rsid w:val="00675C6D"/>
    <w:rsid w:val="00690268"/>
    <w:rsid w:val="0069661A"/>
    <w:rsid w:val="006A27A9"/>
    <w:rsid w:val="006B28B7"/>
    <w:rsid w:val="006B5553"/>
    <w:rsid w:val="006E15A2"/>
    <w:rsid w:val="006F595A"/>
    <w:rsid w:val="00704301"/>
    <w:rsid w:val="0070500B"/>
    <w:rsid w:val="00755DE3"/>
    <w:rsid w:val="00757175"/>
    <w:rsid w:val="00762C23"/>
    <w:rsid w:val="00765D62"/>
    <w:rsid w:val="0077377F"/>
    <w:rsid w:val="00782839"/>
    <w:rsid w:val="007870BE"/>
    <w:rsid w:val="007B06C4"/>
    <w:rsid w:val="007C309A"/>
    <w:rsid w:val="007C6F7A"/>
    <w:rsid w:val="007D5171"/>
    <w:rsid w:val="007F2810"/>
    <w:rsid w:val="007F2936"/>
    <w:rsid w:val="00812A56"/>
    <w:rsid w:val="0082604D"/>
    <w:rsid w:val="00827163"/>
    <w:rsid w:val="00840780"/>
    <w:rsid w:val="00847B24"/>
    <w:rsid w:val="0086205E"/>
    <w:rsid w:val="008753E8"/>
    <w:rsid w:val="008759E3"/>
    <w:rsid w:val="008C328F"/>
    <w:rsid w:val="008C5B01"/>
    <w:rsid w:val="008D2D2A"/>
    <w:rsid w:val="008D3667"/>
    <w:rsid w:val="008F2A05"/>
    <w:rsid w:val="0091258F"/>
    <w:rsid w:val="00912BDF"/>
    <w:rsid w:val="00917C56"/>
    <w:rsid w:val="009303BE"/>
    <w:rsid w:val="00930BE5"/>
    <w:rsid w:val="00962A66"/>
    <w:rsid w:val="00976C1B"/>
    <w:rsid w:val="00977310"/>
    <w:rsid w:val="009A0457"/>
    <w:rsid w:val="009B23F6"/>
    <w:rsid w:val="009D38F3"/>
    <w:rsid w:val="009D63A2"/>
    <w:rsid w:val="009D6ED0"/>
    <w:rsid w:val="009E181A"/>
    <w:rsid w:val="00A17E2A"/>
    <w:rsid w:val="00A23000"/>
    <w:rsid w:val="00A27416"/>
    <w:rsid w:val="00A33A60"/>
    <w:rsid w:val="00A43A3D"/>
    <w:rsid w:val="00A649D1"/>
    <w:rsid w:val="00A65739"/>
    <w:rsid w:val="00A837AB"/>
    <w:rsid w:val="00AA06B0"/>
    <w:rsid w:val="00AC4398"/>
    <w:rsid w:val="00AD4F5B"/>
    <w:rsid w:val="00AE1639"/>
    <w:rsid w:val="00AE6B50"/>
    <w:rsid w:val="00AE6B5D"/>
    <w:rsid w:val="00AF6389"/>
    <w:rsid w:val="00B031C3"/>
    <w:rsid w:val="00B05AE2"/>
    <w:rsid w:val="00B10F4D"/>
    <w:rsid w:val="00B33B98"/>
    <w:rsid w:val="00B36DFA"/>
    <w:rsid w:val="00B4021D"/>
    <w:rsid w:val="00B47A04"/>
    <w:rsid w:val="00B7042E"/>
    <w:rsid w:val="00B91041"/>
    <w:rsid w:val="00BA3B23"/>
    <w:rsid w:val="00BD14A4"/>
    <w:rsid w:val="00BD2496"/>
    <w:rsid w:val="00BE2E0E"/>
    <w:rsid w:val="00BE6ECC"/>
    <w:rsid w:val="00BF0E4C"/>
    <w:rsid w:val="00C0020C"/>
    <w:rsid w:val="00C03B58"/>
    <w:rsid w:val="00C34030"/>
    <w:rsid w:val="00C53640"/>
    <w:rsid w:val="00C66292"/>
    <w:rsid w:val="00C712AC"/>
    <w:rsid w:val="00C753B0"/>
    <w:rsid w:val="00C86912"/>
    <w:rsid w:val="00C86C12"/>
    <w:rsid w:val="00C86E8D"/>
    <w:rsid w:val="00C95ABD"/>
    <w:rsid w:val="00C966E8"/>
    <w:rsid w:val="00CB0FEA"/>
    <w:rsid w:val="00CB31D7"/>
    <w:rsid w:val="00CD040B"/>
    <w:rsid w:val="00CD08D1"/>
    <w:rsid w:val="00CD1052"/>
    <w:rsid w:val="00CE4916"/>
    <w:rsid w:val="00CE5616"/>
    <w:rsid w:val="00CE6E1D"/>
    <w:rsid w:val="00CF5F86"/>
    <w:rsid w:val="00D00B63"/>
    <w:rsid w:val="00D0223D"/>
    <w:rsid w:val="00D25D80"/>
    <w:rsid w:val="00D30B1A"/>
    <w:rsid w:val="00D343E0"/>
    <w:rsid w:val="00D4458D"/>
    <w:rsid w:val="00D77A49"/>
    <w:rsid w:val="00D8006E"/>
    <w:rsid w:val="00D879EE"/>
    <w:rsid w:val="00DB17D9"/>
    <w:rsid w:val="00DB4B48"/>
    <w:rsid w:val="00DF2D6D"/>
    <w:rsid w:val="00DF3E13"/>
    <w:rsid w:val="00E035B6"/>
    <w:rsid w:val="00E2366F"/>
    <w:rsid w:val="00E23C4F"/>
    <w:rsid w:val="00E27A09"/>
    <w:rsid w:val="00E366A1"/>
    <w:rsid w:val="00E3783E"/>
    <w:rsid w:val="00E43B45"/>
    <w:rsid w:val="00E47970"/>
    <w:rsid w:val="00E6200E"/>
    <w:rsid w:val="00E667F8"/>
    <w:rsid w:val="00E9115C"/>
    <w:rsid w:val="00EB5167"/>
    <w:rsid w:val="00EB79F8"/>
    <w:rsid w:val="00EC15EB"/>
    <w:rsid w:val="00EC6F44"/>
    <w:rsid w:val="00ED26F8"/>
    <w:rsid w:val="00ED71AA"/>
    <w:rsid w:val="00EE3010"/>
    <w:rsid w:val="00F12C1A"/>
    <w:rsid w:val="00F30F4E"/>
    <w:rsid w:val="00F50474"/>
    <w:rsid w:val="00F629CC"/>
    <w:rsid w:val="00F67A7C"/>
    <w:rsid w:val="00F75059"/>
    <w:rsid w:val="00F87519"/>
    <w:rsid w:val="00F94E63"/>
    <w:rsid w:val="00FA395B"/>
    <w:rsid w:val="00FC5699"/>
    <w:rsid w:val="00FD2413"/>
    <w:rsid w:val="00FE6B3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C328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  <w:style w:type="character" w:customStyle="1" w:styleId="Heading4Char">
    <w:name w:val="Heading 4 Char"/>
    <w:basedOn w:val="DefaultParagraphFont"/>
    <w:link w:val="Heading4"/>
    <w:semiHidden/>
    <w:rsid w:val="008C328F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beee2c-ef5c-45d2-ad94-abe45b7bc706">
      <Terms xmlns="http://schemas.microsoft.com/office/infopath/2007/PartnerControls"/>
    </lcf76f155ced4ddcb4097134ff3c332f>
    <TaxCatchAll xmlns="bca19b68-6044-4a09-b4f5-5b73dfa84d8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7EB65F996E4D47A1C714E8BA26E27C" ma:contentTypeVersion="14" ma:contentTypeDescription="Loo uus dokument" ma:contentTypeScope="" ma:versionID="c482aaa704b78bd05443f7b2deedd076">
  <xsd:schema xmlns:xsd="http://www.w3.org/2001/XMLSchema" xmlns:xs="http://www.w3.org/2001/XMLSchema" xmlns:p="http://schemas.microsoft.com/office/2006/metadata/properties" xmlns:ns2="bca19b68-6044-4a09-b4f5-5b73dfa84d8a" xmlns:ns3="a4beee2c-ef5c-45d2-ad94-abe45b7bc706" targetNamespace="http://schemas.microsoft.com/office/2006/metadata/properties" ma:root="true" ma:fieldsID="5c8623c6d324b94bbaf3c99539ac734c" ns2:_="" ns3:_="">
    <xsd:import namespace="bca19b68-6044-4a09-b4f5-5b73dfa84d8a"/>
    <xsd:import namespace="a4beee2c-ef5c-45d2-ad94-abe45b7bc70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19b68-6044-4a09-b4f5-5b73dfa84d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93e7e08-db35-4b49-9581-bb367d78c728}" ma:internalName="TaxCatchAll" ma:showField="CatchAllData" ma:web="bca19b68-6044-4a09-b4f5-5b73dfa84d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beee2c-ef5c-45d2-ad94-abe45b7bc70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a4beee2c-ef5c-45d2-ad94-abe45b7bc706"/>
    <ds:schemaRef ds:uri="bca19b68-6044-4a09-b4f5-5b73dfa84d8a"/>
  </ds:schemaRefs>
</ds:datastoreItem>
</file>

<file path=customXml/itemProps2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ED8431-4FC4-4335-8B3A-F257C0D0AB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19b68-6044-4a09-b4f5-5b73dfa84d8a"/>
    <ds:schemaRef ds:uri="a4beee2c-ef5c-45d2-ad94-abe45b7bc7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12</TotalTime>
  <Pages>1</Pages>
  <Words>42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Anne Janno</cp:lastModifiedBy>
  <cp:revision>10</cp:revision>
  <cp:lastPrinted>2021-06-04T12:19:00Z</cp:lastPrinted>
  <dcterms:created xsi:type="dcterms:W3CDTF">2025-05-22T10:22:00Z</dcterms:created>
  <dcterms:modified xsi:type="dcterms:W3CDTF">2025-05-22T11:58:00Z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0x010100567EB65F996E4D47A1C714E8BA26E27C</vt:lpwstr>
  </property>
</Properties>
</file>